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E71" w:rsidRPr="00EF1E71" w:rsidRDefault="00EF1E71" w:rsidP="00EF1E71">
      <w:pPr>
        <w:jc w:val="center"/>
        <w:rPr>
          <w:color w:val="FFFFFF" w:themeColor="background1"/>
        </w:rPr>
      </w:pPr>
      <w:r w:rsidRPr="00EF1E71">
        <w:rPr>
          <w:color w:val="FFFFFF" w:themeColor="background1"/>
          <w:highlight w:val="black"/>
        </w:rPr>
        <w:t>The Expert Guide to Saying Sorry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40"/>
        <w:gridCol w:w="5041"/>
      </w:tblGrid>
      <w:tr w:rsidR="00EF1E71" w:rsidTr="00EF1E71">
        <w:trPr>
          <w:trHeight w:val="7655"/>
        </w:trPr>
        <w:tc>
          <w:tcPr>
            <w:tcW w:w="5040" w:type="dxa"/>
          </w:tcPr>
          <w:p w:rsidR="00EF1E71" w:rsidRDefault="00EF1E71" w:rsidP="00EF1E71">
            <w:pPr>
              <w:jc w:val="center"/>
              <w:rPr>
                <w:b/>
              </w:rPr>
            </w:pPr>
            <w:r w:rsidRPr="00EF1E71">
              <w:rPr>
                <w:b/>
              </w:rPr>
              <w:t>Body Language</w:t>
            </w:r>
          </w:p>
          <w:p w:rsidR="00EF1E71" w:rsidRDefault="00EF1E71" w:rsidP="00EF1E71">
            <w:pPr>
              <w:jc w:val="center"/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  <w:r>
              <w:rPr>
                <w:b/>
              </w:rPr>
              <w:t xml:space="preserve">You should: </w:t>
            </w: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  <w:r>
              <w:rPr>
                <w:b/>
              </w:rPr>
              <w:t xml:space="preserve">You should not: </w:t>
            </w: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Pr="00EF1E71" w:rsidRDefault="00EF1E71" w:rsidP="00EF1E71">
            <w:pPr>
              <w:rPr>
                <w:b/>
              </w:rPr>
            </w:pPr>
          </w:p>
        </w:tc>
        <w:tc>
          <w:tcPr>
            <w:tcW w:w="5041" w:type="dxa"/>
          </w:tcPr>
          <w:p w:rsidR="00EF1E71" w:rsidRDefault="00EF1E71" w:rsidP="00EF1E71">
            <w:pPr>
              <w:jc w:val="center"/>
              <w:rPr>
                <w:b/>
              </w:rPr>
            </w:pPr>
            <w:r w:rsidRPr="00EF1E71">
              <w:rPr>
                <w:b/>
              </w:rPr>
              <w:t>Tone of Voice</w:t>
            </w:r>
          </w:p>
          <w:p w:rsidR="00EF1E71" w:rsidRDefault="00EF1E71" w:rsidP="00EF1E71">
            <w:pPr>
              <w:jc w:val="center"/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  <w:r>
              <w:rPr>
                <w:b/>
              </w:rPr>
              <w:t xml:space="preserve">You should: </w:t>
            </w: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  <w:r>
              <w:rPr>
                <w:b/>
              </w:rPr>
              <w:t xml:space="preserve">You should not: </w:t>
            </w:r>
          </w:p>
          <w:p w:rsidR="00EF1E71" w:rsidRPr="00EF1E71" w:rsidRDefault="00EF1E71" w:rsidP="00EF1E71">
            <w:pPr>
              <w:rPr>
                <w:b/>
              </w:rPr>
            </w:pPr>
          </w:p>
        </w:tc>
      </w:tr>
      <w:tr w:rsidR="00EF1E71" w:rsidTr="00C8610F">
        <w:trPr>
          <w:trHeight w:val="6086"/>
        </w:trPr>
        <w:tc>
          <w:tcPr>
            <w:tcW w:w="5040" w:type="dxa"/>
          </w:tcPr>
          <w:p w:rsidR="00EF1E71" w:rsidRDefault="00EF1E71" w:rsidP="00EF1E71">
            <w:pPr>
              <w:jc w:val="center"/>
              <w:rPr>
                <w:b/>
              </w:rPr>
            </w:pPr>
            <w:r>
              <w:rPr>
                <w:b/>
              </w:rPr>
              <w:t>What else to say:</w:t>
            </w:r>
          </w:p>
          <w:p w:rsidR="00EF1E71" w:rsidRDefault="00EF1E71" w:rsidP="00EF1E71">
            <w:pPr>
              <w:jc w:val="center"/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  <w:r>
              <w:rPr>
                <w:b/>
              </w:rPr>
              <w:t xml:space="preserve">You should: </w:t>
            </w: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  <w:r>
              <w:rPr>
                <w:b/>
              </w:rPr>
              <w:t xml:space="preserve">You should not: </w:t>
            </w: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</w:p>
          <w:p w:rsidR="00EF1E71" w:rsidRDefault="00EF1E71" w:rsidP="00EF1E71">
            <w:pPr>
              <w:rPr>
                <w:b/>
              </w:rPr>
            </w:pPr>
            <w:bookmarkStart w:id="0" w:name="_GoBack"/>
            <w:bookmarkEnd w:id="0"/>
          </w:p>
          <w:p w:rsidR="00EF1E71" w:rsidRPr="00EF1E71" w:rsidRDefault="00EF1E71" w:rsidP="00EF1E71">
            <w:pPr>
              <w:rPr>
                <w:b/>
              </w:rPr>
            </w:pPr>
          </w:p>
        </w:tc>
        <w:tc>
          <w:tcPr>
            <w:tcW w:w="5041" w:type="dxa"/>
          </w:tcPr>
          <w:p w:rsidR="00EF1E71" w:rsidRPr="00EF1E71" w:rsidRDefault="00EF1E71" w:rsidP="00EF1E71">
            <w:pPr>
              <w:jc w:val="center"/>
              <w:rPr>
                <w:b/>
              </w:rPr>
            </w:pPr>
            <w:r>
              <w:rPr>
                <w:b/>
              </w:rPr>
              <w:t xml:space="preserve">Other Advice: </w:t>
            </w:r>
          </w:p>
        </w:tc>
      </w:tr>
    </w:tbl>
    <w:p w:rsidR="00BB7F63" w:rsidRDefault="00C8610F"/>
    <w:sectPr w:rsidR="00BB7F63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E71"/>
    <w:rsid w:val="0007269E"/>
    <w:rsid w:val="00267C19"/>
    <w:rsid w:val="00320E87"/>
    <w:rsid w:val="00403D12"/>
    <w:rsid w:val="004C595D"/>
    <w:rsid w:val="00B25407"/>
    <w:rsid w:val="00C8610F"/>
    <w:rsid w:val="00DB6FDD"/>
    <w:rsid w:val="00EB5187"/>
    <w:rsid w:val="00EF1E71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BB1ECB06</Template>
  <TotalTime>13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dcterms:created xsi:type="dcterms:W3CDTF">2017-01-11T08:39:00Z</dcterms:created>
  <dcterms:modified xsi:type="dcterms:W3CDTF">2017-01-11T09:06:00Z</dcterms:modified>
</cp:coreProperties>
</file>